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561" w:rsidRPr="00EA7D2B" w:rsidRDefault="00936561" w:rsidP="00416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Pr="00EA7D2B">
        <w:rPr>
          <w:rFonts w:ascii="Times New Roman" w:hAnsi="Times New Roman" w:cs="Times New Roman"/>
          <w:sz w:val="28"/>
          <w:szCs w:val="28"/>
        </w:rPr>
        <w:t>26</w:t>
      </w:r>
    </w:p>
    <w:p w:rsidR="00936561" w:rsidRDefault="00936561" w:rsidP="00416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936561" w:rsidRDefault="00936561" w:rsidP="00416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</w:t>
      </w:r>
    </w:p>
    <w:p w:rsidR="00936561" w:rsidRDefault="00936561" w:rsidP="00416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решением Совета муниципального </w:t>
      </w:r>
    </w:p>
    <w:p w:rsidR="00936561" w:rsidRDefault="00936561" w:rsidP="00416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образования Тимашевский район</w:t>
      </w:r>
    </w:p>
    <w:p w:rsidR="00936561" w:rsidRDefault="00936561" w:rsidP="004A7A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от_______________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  <w:sz w:val="28"/>
            <w:szCs w:val="28"/>
          </w:rPr>
          <w:t>2011</w:t>
        </w:r>
        <w:r w:rsidRPr="00AB4909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г</w:t>
        </w:r>
      </w:smartTag>
      <w:r>
        <w:rPr>
          <w:rFonts w:ascii="Times New Roman" w:hAnsi="Times New Roman" w:cs="Times New Roman"/>
          <w:sz w:val="28"/>
          <w:szCs w:val="28"/>
        </w:rPr>
        <w:t>. № _____</w:t>
      </w:r>
    </w:p>
    <w:p w:rsidR="00936561" w:rsidRDefault="00936561" w:rsidP="004A7A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6561" w:rsidRDefault="00936561" w:rsidP="004A1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936561" w:rsidRDefault="00936561" w:rsidP="004A1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определения размера и получателя субсидии</w:t>
      </w:r>
    </w:p>
    <w:p w:rsidR="00936561" w:rsidRDefault="00936561" w:rsidP="004A1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возмещение недополученных доходов муниципальным унитарным предприятиям, осуществляющим услуги по теплоснабжению на территории муниципального образования Тимашевский район</w:t>
      </w:r>
    </w:p>
    <w:p w:rsidR="00936561" w:rsidRDefault="00936561" w:rsidP="004A1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 Субсидии предоставляются в целях возмещения недополученных доходов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унитарным предприятиям, осуществляющим услуги по теплоснабжению на территории муниципального образования Тимашевский район, в результате производственной деятельности котельных, принадлежащих на праве собственности муниципальному образованию Тимашевский район, за период с 1 января по 31 декабря 2010 года. 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Субсидии предоставляются за счет средств районного бюджета на возмещение недополученных доходов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МУП Тимашевского района «Тепловые сети» (далее получатель) в связи с оказанием услуг по теплоснабжению на территории  муниципального образования Тимашевский район.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Получатель направляет главе муниципального образования Тимашевский район заявление с приложением расчетов и документов, подтверждающих факт недополученных доходов в результате производственной деятельности котельных, принадлежащих на праве собственности муниципальному образованию Тимашевский район.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Субсидирование затрат производится в соответствии с размером (ставкой) субсидии, приведенной в таблице № 1, но не более 100 процентов фактически недополученных доходов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производственной деятельности котельных, принадлежащих на праве собственности муниципальному образованию Тимашевский район, за период с 1 января по 31 декабря 2010 года.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36561" w:rsidRDefault="00936561" w:rsidP="004A1266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РАСЧЕТНЫЙ РАЗМЕР (СТАВКА)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на возмещение недополученных доходов МУП Тимашевского района  «Тепловые сети» в результате производственной деятельности котельных, принадлежащих на праве собственности 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 образованию Тимашевский район,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2010 года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4643"/>
      </w:tblGrid>
      <w:tr w:rsidR="00936561" w:rsidTr="004A1266">
        <w:tc>
          <w:tcPr>
            <w:tcW w:w="4928" w:type="dxa"/>
          </w:tcPr>
          <w:p w:rsidR="00936561" w:rsidRDefault="009365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субсидии</w:t>
            </w:r>
          </w:p>
        </w:tc>
        <w:tc>
          <w:tcPr>
            <w:tcW w:w="4643" w:type="dxa"/>
          </w:tcPr>
          <w:p w:rsidR="00936561" w:rsidRDefault="009365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</w:t>
            </w:r>
          </w:p>
        </w:tc>
      </w:tr>
      <w:tr w:rsidR="00936561" w:rsidTr="004A1266">
        <w:tc>
          <w:tcPr>
            <w:tcW w:w="4928" w:type="dxa"/>
          </w:tcPr>
          <w:p w:rsidR="00936561" w:rsidRDefault="009365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недополученных доходов МУП Тимашевского района «Тепло-вые сети» </w:t>
            </w:r>
          </w:p>
        </w:tc>
        <w:tc>
          <w:tcPr>
            <w:tcW w:w="4643" w:type="dxa"/>
          </w:tcPr>
          <w:p w:rsidR="00936561" w:rsidRDefault="009365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0,07572 рублей на 1 Гкал полезного отпуска тепла МУП Тимашевского района «Тепловые сети» потребите-лям муниципального образования Тимашевский район</w:t>
            </w:r>
          </w:p>
        </w:tc>
      </w:tr>
    </w:tbl>
    <w:p w:rsidR="00936561" w:rsidRDefault="00936561" w:rsidP="004A126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5. Основанием для выплаты субсидии является Постановление администрации муниципального образования Тимашевский район о выплате субсидии.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Ответственность за предоставление недостоверных документов несет Получатель в соответствии с действующим законодательством Российской Федерации.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Субсидии подлежат возврату Получателем в случае предоставления недостоверных документов  и в иных случаях, установленных действующим законодательством РФ.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 Субсидии подлежат возврату Получателем в течение 10 дней с момента выставления требований администрации муниципального образования Тимашевский район.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36561" w:rsidRDefault="00936561" w:rsidP="004A1266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                                                     Д.А.Ананьев</w:t>
      </w:r>
    </w:p>
    <w:p w:rsidR="00936561" w:rsidRDefault="00936561" w:rsidP="004A12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561" w:rsidRDefault="00936561" w:rsidP="00F3753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561" w:rsidRPr="00F37537" w:rsidRDefault="00936561" w:rsidP="00FD070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6561" w:rsidRDefault="00936561" w:rsidP="007E5B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936561" w:rsidRPr="00C3378E" w:rsidRDefault="00936561" w:rsidP="007E5B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936561" w:rsidRPr="00C3378E" w:rsidSect="00AB4909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561" w:rsidRDefault="00936561" w:rsidP="00416BAA">
      <w:pPr>
        <w:spacing w:after="0" w:line="240" w:lineRule="auto"/>
      </w:pPr>
      <w:r>
        <w:separator/>
      </w:r>
    </w:p>
  </w:endnote>
  <w:endnote w:type="continuationSeparator" w:id="0">
    <w:p w:rsidR="00936561" w:rsidRDefault="00936561" w:rsidP="0041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561" w:rsidRDefault="009365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561" w:rsidRDefault="00936561" w:rsidP="00416BAA">
      <w:pPr>
        <w:spacing w:after="0" w:line="240" w:lineRule="auto"/>
      </w:pPr>
      <w:r>
        <w:separator/>
      </w:r>
    </w:p>
  </w:footnote>
  <w:footnote w:type="continuationSeparator" w:id="0">
    <w:p w:rsidR="00936561" w:rsidRDefault="00936561" w:rsidP="00416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561" w:rsidRDefault="00936561" w:rsidP="00AB4909">
    <w:pPr>
      <w:pStyle w:val="Header"/>
      <w:framePr w:wrap="auto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2</w:t>
    </w:r>
    <w:r>
      <w:rPr>
        <w:rStyle w:val="PageNumber"/>
        <w:rFonts w:cs="Calibri"/>
      </w:rPr>
      <w:fldChar w:fldCharType="end"/>
    </w:r>
  </w:p>
  <w:p w:rsidR="00936561" w:rsidRDefault="00936561" w:rsidP="00736097">
    <w:pPr>
      <w:pStyle w:val="Header"/>
      <w:jc w:val="center"/>
    </w:pPr>
  </w:p>
  <w:p w:rsidR="00936561" w:rsidRDefault="0093656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78E"/>
    <w:rsid w:val="00001870"/>
    <w:rsid w:val="00026A73"/>
    <w:rsid w:val="00027030"/>
    <w:rsid w:val="0005612F"/>
    <w:rsid w:val="00067D65"/>
    <w:rsid w:val="000B3DF8"/>
    <w:rsid w:val="000B5503"/>
    <w:rsid w:val="000E64B3"/>
    <w:rsid w:val="00103B93"/>
    <w:rsid w:val="00145EAF"/>
    <w:rsid w:val="00163ABF"/>
    <w:rsid w:val="00183BF0"/>
    <w:rsid w:val="00210CEC"/>
    <w:rsid w:val="00227B0E"/>
    <w:rsid w:val="00236D6F"/>
    <w:rsid w:val="00240690"/>
    <w:rsid w:val="002434FC"/>
    <w:rsid w:val="00246ACB"/>
    <w:rsid w:val="00247351"/>
    <w:rsid w:val="002909C5"/>
    <w:rsid w:val="002B60DF"/>
    <w:rsid w:val="002D08A9"/>
    <w:rsid w:val="002E3652"/>
    <w:rsid w:val="002E5F41"/>
    <w:rsid w:val="003240AB"/>
    <w:rsid w:val="003256B0"/>
    <w:rsid w:val="0035350E"/>
    <w:rsid w:val="00363844"/>
    <w:rsid w:val="00365BF5"/>
    <w:rsid w:val="003766C3"/>
    <w:rsid w:val="003768A6"/>
    <w:rsid w:val="00383C6F"/>
    <w:rsid w:val="00383E4A"/>
    <w:rsid w:val="00416BAA"/>
    <w:rsid w:val="00472D14"/>
    <w:rsid w:val="004A1266"/>
    <w:rsid w:val="004A7A2C"/>
    <w:rsid w:val="004C692E"/>
    <w:rsid w:val="004C7201"/>
    <w:rsid w:val="004D6C49"/>
    <w:rsid w:val="005039DF"/>
    <w:rsid w:val="00507EE4"/>
    <w:rsid w:val="0054073E"/>
    <w:rsid w:val="00546034"/>
    <w:rsid w:val="005810F5"/>
    <w:rsid w:val="00594646"/>
    <w:rsid w:val="005B63A0"/>
    <w:rsid w:val="005C4C0F"/>
    <w:rsid w:val="005E15DD"/>
    <w:rsid w:val="005F43D9"/>
    <w:rsid w:val="00603AF4"/>
    <w:rsid w:val="006104F5"/>
    <w:rsid w:val="00624877"/>
    <w:rsid w:val="006567B5"/>
    <w:rsid w:val="006C0894"/>
    <w:rsid w:val="006C1265"/>
    <w:rsid w:val="006D43B5"/>
    <w:rsid w:val="007022D3"/>
    <w:rsid w:val="007251E7"/>
    <w:rsid w:val="00736097"/>
    <w:rsid w:val="007471F9"/>
    <w:rsid w:val="007658CE"/>
    <w:rsid w:val="00773654"/>
    <w:rsid w:val="007A0795"/>
    <w:rsid w:val="007A0AD5"/>
    <w:rsid w:val="007E5B67"/>
    <w:rsid w:val="00806C2A"/>
    <w:rsid w:val="008369A5"/>
    <w:rsid w:val="00844ECA"/>
    <w:rsid w:val="008566B6"/>
    <w:rsid w:val="008A108B"/>
    <w:rsid w:val="008C2368"/>
    <w:rsid w:val="008C47E4"/>
    <w:rsid w:val="008D0A17"/>
    <w:rsid w:val="009055E8"/>
    <w:rsid w:val="00936561"/>
    <w:rsid w:val="00956084"/>
    <w:rsid w:val="00961519"/>
    <w:rsid w:val="00966880"/>
    <w:rsid w:val="009804CA"/>
    <w:rsid w:val="009962B6"/>
    <w:rsid w:val="009A0729"/>
    <w:rsid w:val="009F2375"/>
    <w:rsid w:val="00A13E17"/>
    <w:rsid w:val="00A14D52"/>
    <w:rsid w:val="00A151DD"/>
    <w:rsid w:val="00A17D4A"/>
    <w:rsid w:val="00A34461"/>
    <w:rsid w:val="00A452AB"/>
    <w:rsid w:val="00AB4909"/>
    <w:rsid w:val="00AC3A9D"/>
    <w:rsid w:val="00B16A9E"/>
    <w:rsid w:val="00B41922"/>
    <w:rsid w:val="00B42ABF"/>
    <w:rsid w:val="00B85BEE"/>
    <w:rsid w:val="00B91972"/>
    <w:rsid w:val="00BD33FC"/>
    <w:rsid w:val="00BD51FC"/>
    <w:rsid w:val="00BF16D6"/>
    <w:rsid w:val="00C3378E"/>
    <w:rsid w:val="00C407AD"/>
    <w:rsid w:val="00C47C04"/>
    <w:rsid w:val="00C53159"/>
    <w:rsid w:val="00C72C0F"/>
    <w:rsid w:val="00CA7B55"/>
    <w:rsid w:val="00CC7A51"/>
    <w:rsid w:val="00D122E8"/>
    <w:rsid w:val="00D46615"/>
    <w:rsid w:val="00D8016E"/>
    <w:rsid w:val="00D90189"/>
    <w:rsid w:val="00D901EB"/>
    <w:rsid w:val="00DC0CA3"/>
    <w:rsid w:val="00DE52BA"/>
    <w:rsid w:val="00E02C2B"/>
    <w:rsid w:val="00E078F3"/>
    <w:rsid w:val="00E1491C"/>
    <w:rsid w:val="00E20F1E"/>
    <w:rsid w:val="00E220BB"/>
    <w:rsid w:val="00E34F50"/>
    <w:rsid w:val="00E52200"/>
    <w:rsid w:val="00EA672C"/>
    <w:rsid w:val="00EA7D2B"/>
    <w:rsid w:val="00EC4E7C"/>
    <w:rsid w:val="00EC5542"/>
    <w:rsid w:val="00EF1B3A"/>
    <w:rsid w:val="00F37537"/>
    <w:rsid w:val="00F3754C"/>
    <w:rsid w:val="00F4290D"/>
    <w:rsid w:val="00F50889"/>
    <w:rsid w:val="00F51E40"/>
    <w:rsid w:val="00F8035A"/>
    <w:rsid w:val="00F817C0"/>
    <w:rsid w:val="00FC7D59"/>
    <w:rsid w:val="00FD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20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51D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16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16BA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16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16BA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3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609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AB490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4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218</TotalTime>
  <Pages>2</Pages>
  <Words>491</Words>
  <Characters>2799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 corporation</cp:lastModifiedBy>
  <cp:revision>104</cp:revision>
  <cp:lastPrinted>2011-08-15T13:55:00Z</cp:lastPrinted>
  <dcterms:created xsi:type="dcterms:W3CDTF">2011-08-15T04:34:00Z</dcterms:created>
  <dcterms:modified xsi:type="dcterms:W3CDTF">2011-08-18T06:17:00Z</dcterms:modified>
</cp:coreProperties>
</file>